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53" w:rsidRDefault="00CC0D53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CC0D53" w:rsidRDefault="00CC0D53" w:rsidP="00B0634D">
      <w:pPr>
        <w:pStyle w:val="ConsTitle"/>
        <w:ind w:right="0" w:firstLine="709"/>
        <w:jc w:val="center"/>
        <w:rPr>
          <w:rFonts w:ascii="Times New Roman" w:hAnsi="Times New Roman" w:cs="Times New Roman"/>
          <w:b w:val="0"/>
          <w:sz w:val="22"/>
        </w:rPr>
      </w:pPr>
    </w:p>
    <w:p w:rsidR="00CC0D53" w:rsidRPr="0089018B" w:rsidRDefault="00CC0D53" w:rsidP="00B0634D">
      <w:pPr>
        <w:pStyle w:val="ConsTitle"/>
        <w:ind w:right="0" w:firstLine="709"/>
        <w:jc w:val="center"/>
        <w:rPr>
          <w:rFonts w:ascii="Times New Roman" w:hAnsi="Times New Roman" w:cs="Times New Roman"/>
          <w:sz w:val="27"/>
          <w:szCs w:val="28"/>
        </w:rPr>
      </w:pPr>
    </w:p>
    <w:p w:rsidR="00CC0D53" w:rsidRDefault="00CC0D53" w:rsidP="008C1AC2">
      <w:pPr>
        <w:pStyle w:val="ConsTitle"/>
        <w:ind w:right="0" w:firstLine="709"/>
        <w:jc w:val="center"/>
        <w:rPr>
          <w:rFonts w:ascii="Times New Roman" w:hAnsi="Times New Roman" w:cs="Times New Roman"/>
          <w:sz w:val="27"/>
          <w:szCs w:val="28"/>
        </w:rPr>
      </w:pPr>
    </w:p>
    <w:p w:rsidR="00CC0D53" w:rsidRDefault="00CC0D53" w:rsidP="008C1AC2">
      <w:pPr>
        <w:pStyle w:val="ConsTitle"/>
        <w:ind w:right="0" w:firstLine="709"/>
        <w:jc w:val="center"/>
        <w:rPr>
          <w:rFonts w:ascii="Times New Roman" w:hAnsi="Times New Roman" w:cs="Times New Roman"/>
          <w:sz w:val="27"/>
          <w:szCs w:val="28"/>
        </w:rPr>
      </w:pPr>
    </w:p>
    <w:p w:rsidR="00CC0D53" w:rsidRPr="008C1AC2" w:rsidRDefault="00CC0D53" w:rsidP="008C1AC2">
      <w:pPr>
        <w:pStyle w:val="ConsTitle"/>
        <w:ind w:right="0" w:firstLine="709"/>
        <w:jc w:val="center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B0634D">
      <w:pPr>
        <w:pStyle w:val="Heading1"/>
        <w:numPr>
          <w:ilvl w:val="0"/>
          <w:numId w:val="0"/>
        </w:numPr>
        <w:ind w:firstLine="709"/>
        <w:jc w:val="center"/>
        <w:rPr>
          <w:b/>
          <w:sz w:val="27"/>
          <w:szCs w:val="28"/>
        </w:rPr>
      </w:pPr>
      <w:r w:rsidRPr="0089018B">
        <w:rPr>
          <w:b/>
          <w:sz w:val="27"/>
          <w:szCs w:val="28"/>
        </w:rPr>
        <w:t>О внесении изменений в Закон Ульяновской области</w:t>
      </w:r>
    </w:p>
    <w:p w:rsidR="00CC0D53" w:rsidRPr="0089018B" w:rsidRDefault="00CC0D53" w:rsidP="00B0634D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7"/>
          <w:szCs w:val="28"/>
        </w:rPr>
      </w:pPr>
      <w:r w:rsidRPr="0089018B">
        <w:rPr>
          <w:rFonts w:ascii="Times New Roman" w:hAnsi="Times New Roman" w:cs="Times New Roman"/>
          <w:b/>
          <w:sz w:val="27"/>
          <w:szCs w:val="28"/>
        </w:rPr>
        <w:t xml:space="preserve">«О наделении органов местного самоуправления муниципальных районов </w:t>
      </w:r>
      <w:r>
        <w:rPr>
          <w:rFonts w:ascii="Times New Roman" w:hAnsi="Times New Roman" w:cs="Times New Roman"/>
          <w:b/>
          <w:sz w:val="27"/>
          <w:szCs w:val="28"/>
        </w:rPr>
        <w:br/>
      </w:r>
      <w:r w:rsidRPr="0089018B">
        <w:rPr>
          <w:rFonts w:ascii="Times New Roman" w:hAnsi="Times New Roman" w:cs="Times New Roman"/>
          <w:b/>
          <w:sz w:val="27"/>
          <w:szCs w:val="28"/>
        </w:rPr>
        <w:t xml:space="preserve">и отдельных городских округов Ульяновской области полномочиями по опеке </w:t>
      </w:r>
      <w:r>
        <w:rPr>
          <w:rFonts w:ascii="Times New Roman" w:hAnsi="Times New Roman" w:cs="Times New Roman"/>
          <w:b/>
          <w:sz w:val="27"/>
          <w:szCs w:val="28"/>
        </w:rPr>
        <w:br/>
      </w:r>
      <w:r w:rsidRPr="0089018B">
        <w:rPr>
          <w:rFonts w:ascii="Times New Roman" w:hAnsi="Times New Roman" w:cs="Times New Roman"/>
          <w:b/>
          <w:sz w:val="27"/>
          <w:szCs w:val="28"/>
        </w:rPr>
        <w:t>и попечительству в отношении несовершеннолетних»</w:t>
      </w:r>
    </w:p>
    <w:p w:rsidR="00CC0D53" w:rsidRPr="0089018B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FC5DAD">
      <w:pPr>
        <w:pStyle w:val="ConsNormal"/>
        <w:ind w:right="0" w:firstLine="0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8C1AC2">
      <w:pPr>
        <w:pStyle w:val="ConsNormal"/>
        <w:ind w:right="0" w:firstLine="709"/>
        <w:rPr>
          <w:rFonts w:ascii="Times New Roman" w:hAnsi="Times New Roman" w:cs="Times New Roman"/>
          <w:b/>
          <w:sz w:val="27"/>
          <w:szCs w:val="28"/>
          <w:lang w:val="en-US"/>
        </w:rPr>
      </w:pPr>
      <w:r w:rsidRPr="0089018B">
        <w:rPr>
          <w:rFonts w:ascii="Times New Roman" w:hAnsi="Times New Roman" w:cs="Times New Roman"/>
          <w:b/>
          <w:sz w:val="27"/>
          <w:szCs w:val="28"/>
        </w:rPr>
        <w:t>Статья 1</w:t>
      </w:r>
    </w:p>
    <w:p w:rsidR="00CC0D53" w:rsidRPr="0089018B" w:rsidRDefault="00CC0D53" w:rsidP="00FC5DAD">
      <w:pPr>
        <w:pStyle w:val="ConsNormal"/>
        <w:ind w:right="0" w:firstLine="0"/>
        <w:rPr>
          <w:rFonts w:ascii="Times New Roman" w:hAnsi="Times New Roman" w:cs="Times New Roman"/>
          <w:b/>
          <w:sz w:val="27"/>
          <w:szCs w:val="28"/>
          <w:lang w:val="en-US"/>
        </w:rPr>
      </w:pPr>
    </w:p>
    <w:p w:rsidR="00CC0D53" w:rsidRPr="0089018B" w:rsidRDefault="00CC0D53" w:rsidP="00FC5DAD">
      <w:pPr>
        <w:pStyle w:val="ConsNormal"/>
        <w:ind w:right="0" w:firstLine="0"/>
        <w:rPr>
          <w:rFonts w:ascii="Times New Roman" w:hAnsi="Times New Roman" w:cs="Times New Roman"/>
          <w:b/>
          <w:sz w:val="27"/>
          <w:szCs w:val="28"/>
          <w:lang w:val="en-US"/>
        </w:rPr>
      </w:pPr>
    </w:p>
    <w:p w:rsidR="00CC0D53" w:rsidRPr="0089018B" w:rsidRDefault="00CC0D53" w:rsidP="008C1AC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bookmarkStart w:id="0" w:name="sub_999"/>
      <w:bookmarkStart w:id="1" w:name="sub_10"/>
      <w:r w:rsidRPr="0089018B">
        <w:rPr>
          <w:rFonts w:ascii="Times New Roman" w:hAnsi="Times New Roman" w:cs="Times New Roman"/>
          <w:sz w:val="27"/>
          <w:szCs w:val="28"/>
        </w:rPr>
        <w:t>Внести в Закон Ульяновской области от 5 июля 2013 года № 109-ЗО</w:t>
      </w:r>
      <w:r w:rsidRPr="0089018B">
        <w:rPr>
          <w:sz w:val="27"/>
          <w:szCs w:val="28"/>
        </w:rPr>
        <w:t xml:space="preserve"> </w:t>
      </w:r>
      <w:r w:rsidRPr="0089018B">
        <w:rPr>
          <w:sz w:val="27"/>
          <w:szCs w:val="28"/>
        </w:rPr>
        <w:br/>
      </w:r>
      <w:r w:rsidRPr="0089018B">
        <w:rPr>
          <w:rFonts w:ascii="Times New Roman" w:hAnsi="Times New Roman" w:cs="Times New Roman"/>
          <w:sz w:val="27"/>
          <w:szCs w:val="28"/>
        </w:rPr>
        <w:t xml:space="preserve">«О наделении органов местного самоуправления муниципальных районов </w:t>
      </w:r>
      <w:r w:rsidRPr="0089018B">
        <w:rPr>
          <w:rFonts w:ascii="Times New Roman" w:hAnsi="Times New Roman" w:cs="Times New Roman"/>
          <w:sz w:val="27"/>
          <w:szCs w:val="28"/>
        </w:rPr>
        <w:br/>
        <w:t xml:space="preserve">и отдельных городских округов Ульяновской области полномочиями по опеке </w:t>
      </w:r>
      <w:r w:rsidRPr="0089018B">
        <w:rPr>
          <w:rFonts w:ascii="Times New Roman" w:hAnsi="Times New Roman" w:cs="Times New Roman"/>
          <w:sz w:val="27"/>
          <w:szCs w:val="28"/>
        </w:rPr>
        <w:br/>
        <w:t>и попечительству в отношении несовершеннолетних» («Ульяновская правда»</w:t>
      </w:r>
      <w:r>
        <w:rPr>
          <w:rFonts w:ascii="Times New Roman" w:hAnsi="Times New Roman" w:cs="Times New Roman"/>
          <w:sz w:val="27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8"/>
        </w:rPr>
        <w:br/>
        <w:t xml:space="preserve">от 08.07.2013 № 73; </w:t>
      </w:r>
      <w:r w:rsidRPr="0089018B">
        <w:rPr>
          <w:rFonts w:ascii="Times New Roman" w:hAnsi="Times New Roman" w:cs="Times New Roman"/>
          <w:sz w:val="27"/>
          <w:szCs w:val="28"/>
        </w:rPr>
        <w:t>от 31.12.2013 № 174</w:t>
      </w:r>
      <w:r>
        <w:rPr>
          <w:rFonts w:ascii="Times New Roman" w:hAnsi="Times New Roman" w:cs="Times New Roman"/>
          <w:sz w:val="27"/>
          <w:szCs w:val="28"/>
        </w:rPr>
        <w:t>;</w:t>
      </w:r>
      <w:r w:rsidRPr="0089018B">
        <w:rPr>
          <w:rFonts w:ascii="Times New Roman" w:hAnsi="Times New Roman" w:cs="Times New Roman"/>
          <w:sz w:val="27"/>
          <w:szCs w:val="28"/>
        </w:rPr>
        <w:t xml:space="preserve"> от 09.10.2014 № </w:t>
      </w:r>
      <w:r>
        <w:rPr>
          <w:rFonts w:ascii="Times New Roman" w:hAnsi="Times New Roman" w:cs="Times New Roman"/>
          <w:sz w:val="27"/>
          <w:szCs w:val="28"/>
        </w:rPr>
        <w:t>149;</w:t>
      </w:r>
      <w:r w:rsidRPr="0089018B">
        <w:rPr>
          <w:rFonts w:ascii="Times New Roman" w:hAnsi="Times New Roman" w:cs="Times New Roman"/>
          <w:sz w:val="27"/>
          <w:szCs w:val="28"/>
        </w:rPr>
        <w:t xml:space="preserve"> от 09.11.2015 </w:t>
      </w:r>
      <w:r w:rsidRPr="0089018B">
        <w:rPr>
          <w:rFonts w:ascii="Times New Roman" w:hAnsi="Times New Roman" w:cs="Times New Roman"/>
          <w:sz w:val="27"/>
          <w:szCs w:val="28"/>
        </w:rPr>
        <w:br/>
        <w:t>№ 156</w:t>
      </w:r>
      <w:r>
        <w:rPr>
          <w:rFonts w:ascii="Times New Roman" w:hAnsi="Times New Roman" w:cs="Times New Roman"/>
          <w:sz w:val="27"/>
          <w:szCs w:val="28"/>
        </w:rPr>
        <w:t>;</w:t>
      </w:r>
      <w:r w:rsidRPr="0089018B">
        <w:rPr>
          <w:rFonts w:ascii="Times New Roman" w:hAnsi="Times New Roman" w:cs="Times New Roman"/>
          <w:sz w:val="27"/>
          <w:szCs w:val="28"/>
        </w:rPr>
        <w:t xml:space="preserve"> от 14.03.2016 № 31) следующие изменения:</w:t>
      </w:r>
    </w:p>
    <w:p w:rsidR="00CC0D53" w:rsidRPr="0089018B" w:rsidRDefault="00CC0D53" w:rsidP="008C1AC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89018B">
        <w:rPr>
          <w:rFonts w:ascii="Times New Roman" w:hAnsi="Times New Roman" w:cs="Times New Roman"/>
          <w:sz w:val="27"/>
          <w:szCs w:val="28"/>
        </w:rPr>
        <w:t xml:space="preserve">1) </w:t>
      </w:r>
      <w:r>
        <w:rPr>
          <w:rFonts w:ascii="Times New Roman" w:hAnsi="Times New Roman" w:cs="Times New Roman"/>
          <w:sz w:val="27"/>
          <w:szCs w:val="28"/>
        </w:rPr>
        <w:t>наименование после слов «Ульяновской области» дополнить словом «государственными»</w:t>
      </w:r>
      <w:r w:rsidRPr="0089018B">
        <w:rPr>
          <w:rFonts w:ascii="Times New Roman" w:hAnsi="Times New Roman" w:cs="Times New Roman"/>
          <w:sz w:val="27"/>
          <w:szCs w:val="28"/>
        </w:rPr>
        <w:t>;</w:t>
      </w:r>
    </w:p>
    <w:p w:rsidR="00CC0D53" w:rsidRDefault="00CC0D53" w:rsidP="008C1AC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89018B">
        <w:rPr>
          <w:rFonts w:ascii="Times New Roman" w:hAnsi="Times New Roman" w:cs="Times New Roman"/>
          <w:sz w:val="27"/>
          <w:szCs w:val="28"/>
        </w:rPr>
        <w:t>2) статью 1 после слов «Ульяновской области» дополнить словом «государственными»;</w:t>
      </w:r>
    </w:p>
    <w:p w:rsidR="00CC0D53" w:rsidRPr="0089018B" w:rsidRDefault="00CC0D53" w:rsidP="008C1AC2">
      <w:pPr>
        <w:pStyle w:val="ConsNormal"/>
        <w:spacing w:line="360" w:lineRule="auto"/>
        <w:ind w:right="0" w:firstLine="709"/>
        <w:jc w:val="both"/>
        <w:rPr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3) в части 1 статьи 2:</w:t>
      </w:r>
    </w:p>
    <w:p w:rsidR="00CC0D53" w:rsidRPr="0089018B" w:rsidRDefault="00CC0D53" w:rsidP="008C1AC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а</w:t>
      </w:r>
      <w:r w:rsidRPr="0089018B">
        <w:rPr>
          <w:rFonts w:ascii="Times New Roman" w:hAnsi="Times New Roman" w:cs="Times New Roman"/>
          <w:sz w:val="27"/>
          <w:szCs w:val="28"/>
        </w:rPr>
        <w:t>) абзац первый после слова «следующими» дополнить словом «государственными»;</w:t>
      </w:r>
    </w:p>
    <w:p w:rsidR="00CC0D53" w:rsidRPr="0089018B" w:rsidRDefault="00CC0D53" w:rsidP="008C1AC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б</w:t>
      </w:r>
      <w:r w:rsidRPr="0089018B">
        <w:rPr>
          <w:rFonts w:ascii="Times New Roman" w:hAnsi="Times New Roman" w:cs="Times New Roman"/>
          <w:sz w:val="27"/>
          <w:szCs w:val="28"/>
        </w:rPr>
        <w:t>) пункт 10</w:t>
      </w:r>
      <w:r>
        <w:rPr>
          <w:rFonts w:ascii="Times New Roman" w:hAnsi="Times New Roman" w:cs="Times New Roman"/>
          <w:sz w:val="27"/>
          <w:szCs w:val="28"/>
        </w:rPr>
        <w:t xml:space="preserve"> после слов «выразивших желание» </w:t>
      </w:r>
      <w:r w:rsidRPr="0089018B">
        <w:rPr>
          <w:rFonts w:ascii="Times New Roman" w:hAnsi="Times New Roman" w:cs="Times New Roman"/>
          <w:sz w:val="27"/>
          <w:szCs w:val="28"/>
        </w:rPr>
        <w:t>дополнить словами «стать опекунами или попечителями либо»</w:t>
      </w:r>
      <w:r>
        <w:rPr>
          <w:rFonts w:ascii="Times New Roman" w:hAnsi="Times New Roman" w:cs="Times New Roman"/>
          <w:sz w:val="27"/>
          <w:szCs w:val="28"/>
        </w:rPr>
        <w:t xml:space="preserve"> и в нём </w:t>
      </w:r>
      <w:r w:rsidRPr="0089018B">
        <w:rPr>
          <w:rFonts w:ascii="Times New Roman" w:hAnsi="Times New Roman" w:cs="Times New Roman"/>
          <w:sz w:val="27"/>
          <w:szCs w:val="28"/>
        </w:rPr>
        <w:t xml:space="preserve">слова «в формах, установленных семейным законодательством» заменить словами «в иных установленных семейным </w:t>
      </w:r>
      <w:hyperlink r:id="rId7" w:history="1">
        <w:r w:rsidRPr="0089018B">
          <w:rPr>
            <w:rFonts w:ascii="Times New Roman" w:hAnsi="Times New Roman" w:cs="Times New Roman"/>
            <w:sz w:val="27"/>
            <w:szCs w:val="28"/>
          </w:rPr>
          <w:t>законодательством</w:t>
        </w:r>
      </w:hyperlink>
      <w:r w:rsidRPr="0089018B">
        <w:rPr>
          <w:rFonts w:ascii="Times New Roman" w:hAnsi="Times New Roman" w:cs="Times New Roman"/>
          <w:sz w:val="27"/>
          <w:szCs w:val="28"/>
        </w:rPr>
        <w:t xml:space="preserve"> формах»;</w:t>
      </w:r>
    </w:p>
    <w:p w:rsidR="00CC0D53" w:rsidRDefault="00CC0D53" w:rsidP="008C1AC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в</w:t>
      </w:r>
      <w:r w:rsidRPr="0089018B">
        <w:rPr>
          <w:rFonts w:ascii="Times New Roman" w:hAnsi="Times New Roman" w:cs="Times New Roman"/>
          <w:sz w:val="27"/>
          <w:szCs w:val="28"/>
        </w:rPr>
        <w:t xml:space="preserve">) пункт 16 </w:t>
      </w:r>
      <w:r>
        <w:rPr>
          <w:rFonts w:ascii="Times New Roman" w:hAnsi="Times New Roman" w:cs="Times New Roman"/>
          <w:sz w:val="27"/>
          <w:szCs w:val="28"/>
        </w:rPr>
        <w:t>изложить в следующей редакции:</w:t>
      </w:r>
    </w:p>
    <w:p w:rsidR="00CC0D53" w:rsidRPr="0089018B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«16</w:t>
      </w:r>
      <w:r w:rsidRPr="0089018B">
        <w:rPr>
          <w:rFonts w:ascii="Times New Roman" w:hAnsi="Times New Roman" w:cs="Times New Roman"/>
          <w:sz w:val="27"/>
          <w:szCs w:val="28"/>
        </w:rPr>
        <w:t xml:space="preserve">) информирование граждан, выразивших желание стать опекунами или попечителями либо принять ребёнка, оставшегося без попечения родителей, </w:t>
      </w:r>
      <w:r>
        <w:rPr>
          <w:rFonts w:ascii="Times New Roman" w:hAnsi="Times New Roman" w:cs="Times New Roman"/>
          <w:sz w:val="27"/>
          <w:szCs w:val="28"/>
        </w:rPr>
        <w:br/>
      </w:r>
      <w:r w:rsidRPr="0089018B">
        <w:rPr>
          <w:rFonts w:ascii="Times New Roman" w:hAnsi="Times New Roman" w:cs="Times New Roman"/>
          <w:sz w:val="27"/>
          <w:szCs w:val="28"/>
        </w:rPr>
        <w:t xml:space="preserve">на воспитание в семью в иных установленных семейным законодательством формах, о возможных формах устройства ребёнка в семью, об особенностях отдельных форм устройства ребёнка в семью, о порядке подготовки документов, необходимых </w:t>
      </w:r>
      <w:r>
        <w:rPr>
          <w:rFonts w:ascii="Times New Roman" w:hAnsi="Times New Roman" w:cs="Times New Roman"/>
          <w:sz w:val="27"/>
          <w:szCs w:val="28"/>
        </w:rPr>
        <w:br/>
      </w:r>
      <w:r w:rsidRPr="0089018B">
        <w:rPr>
          <w:rFonts w:ascii="Times New Roman" w:hAnsi="Times New Roman" w:cs="Times New Roman"/>
          <w:sz w:val="27"/>
          <w:szCs w:val="28"/>
        </w:rPr>
        <w:t xml:space="preserve">для установления опеки или попечительства либо устройства детей, оставшихся </w:t>
      </w:r>
      <w:r>
        <w:rPr>
          <w:rFonts w:ascii="Times New Roman" w:hAnsi="Times New Roman" w:cs="Times New Roman"/>
          <w:sz w:val="27"/>
          <w:szCs w:val="28"/>
        </w:rPr>
        <w:br/>
      </w:r>
      <w:r w:rsidRPr="0089018B">
        <w:rPr>
          <w:rFonts w:ascii="Times New Roman" w:hAnsi="Times New Roman" w:cs="Times New Roman"/>
          <w:sz w:val="27"/>
          <w:szCs w:val="28"/>
        </w:rPr>
        <w:t>без попечения родителей, на воспитание в семью в иных установленных семейным законодательством формах, а также оказание содействи</w:t>
      </w:r>
      <w:r>
        <w:rPr>
          <w:rFonts w:ascii="Times New Roman" w:hAnsi="Times New Roman" w:cs="Times New Roman"/>
          <w:sz w:val="27"/>
          <w:szCs w:val="28"/>
        </w:rPr>
        <w:t>я в подготовке таких документов;</w:t>
      </w:r>
      <w:r w:rsidRPr="0089018B">
        <w:rPr>
          <w:rFonts w:ascii="Times New Roman" w:hAnsi="Times New Roman" w:cs="Times New Roman"/>
          <w:sz w:val="27"/>
          <w:szCs w:val="28"/>
        </w:rPr>
        <w:t>»;</w:t>
      </w:r>
    </w:p>
    <w:p w:rsidR="00CC0D53" w:rsidRPr="0089018B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г</w:t>
      </w:r>
      <w:r w:rsidRPr="0089018B">
        <w:rPr>
          <w:rFonts w:ascii="Times New Roman" w:hAnsi="Times New Roman" w:cs="Times New Roman"/>
          <w:sz w:val="27"/>
          <w:szCs w:val="28"/>
        </w:rPr>
        <w:t>) в пункте 1</w:t>
      </w:r>
      <w:r>
        <w:rPr>
          <w:rFonts w:ascii="Times New Roman" w:hAnsi="Times New Roman" w:cs="Times New Roman"/>
          <w:sz w:val="27"/>
          <w:szCs w:val="28"/>
        </w:rPr>
        <w:t xml:space="preserve">8 </w:t>
      </w:r>
      <w:r w:rsidRPr="0089018B">
        <w:rPr>
          <w:rFonts w:ascii="Times New Roman" w:hAnsi="Times New Roman" w:cs="Times New Roman"/>
          <w:sz w:val="27"/>
          <w:szCs w:val="28"/>
        </w:rPr>
        <w:t>слова «приёмной семье» заменить словами «опекуну (попечителю)»;</w:t>
      </w:r>
    </w:p>
    <w:p w:rsidR="00CC0D53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068B9">
        <w:rPr>
          <w:rFonts w:ascii="Times New Roman" w:hAnsi="Times New Roman" w:cs="Times New Roman"/>
          <w:sz w:val="28"/>
          <w:szCs w:val="28"/>
        </w:rPr>
        <w:t>) в части 2 статьи 5:</w:t>
      </w:r>
    </w:p>
    <w:p w:rsidR="00CC0D53" w:rsidRPr="005068B9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абзаце четвёртом слово «работников» заменить словами </w:t>
      </w:r>
      <w:r w:rsidRPr="005068B9">
        <w:rPr>
          <w:rFonts w:ascii="Times New Roman" w:hAnsi="Times New Roman" w:cs="Times New Roman"/>
          <w:sz w:val="28"/>
          <w:szCs w:val="28"/>
        </w:rPr>
        <w:t>«муниципальных служащих»</w:t>
      </w:r>
      <w:r>
        <w:rPr>
          <w:rFonts w:ascii="Times New Roman" w:hAnsi="Times New Roman" w:cs="Times New Roman"/>
          <w:sz w:val="28"/>
          <w:szCs w:val="28"/>
        </w:rPr>
        <w:t>, слово «работники» заменить словами «муниципальные служащие»;</w:t>
      </w:r>
    </w:p>
    <w:p w:rsidR="00CC0D53" w:rsidRPr="005068B9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абзацах</w:t>
      </w:r>
      <w:r w:rsidRPr="00506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пятом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шестом </w:t>
      </w:r>
      <w:r w:rsidRPr="005068B9">
        <w:rPr>
          <w:rFonts w:ascii="Times New Roman" w:hAnsi="Times New Roman" w:cs="Times New Roman"/>
          <w:sz w:val="28"/>
          <w:szCs w:val="28"/>
        </w:rPr>
        <w:t>слово «работников» заменить словами «муниципальных служащих»;</w:t>
      </w:r>
    </w:p>
    <w:p w:rsidR="00CC0D53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68B9">
        <w:rPr>
          <w:rFonts w:ascii="Times New Roman" w:hAnsi="Times New Roman" w:cs="Times New Roman"/>
          <w:sz w:val="28"/>
          <w:szCs w:val="28"/>
        </w:rPr>
        <w:t>) абзац восьмо</w:t>
      </w:r>
      <w:r>
        <w:rPr>
          <w:rFonts w:ascii="Times New Roman" w:hAnsi="Times New Roman" w:cs="Times New Roman"/>
          <w:sz w:val="28"/>
          <w:szCs w:val="28"/>
        </w:rPr>
        <w:t>й изложить в следующей редакции:</w:t>
      </w:r>
    </w:p>
    <w:p w:rsidR="00CC0D53" w:rsidRPr="005068B9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Ki</w:t>
      </w:r>
      <w:r w:rsidRPr="00020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число муниципальных служащих в</w:t>
      </w:r>
      <w:r w:rsidRPr="00020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-том муниципальном </w:t>
      </w:r>
      <w:r>
        <w:rPr>
          <w:rFonts w:ascii="Times New Roman" w:hAnsi="Times New Roman" w:cs="Times New Roman"/>
          <w:sz w:val="28"/>
          <w:szCs w:val="28"/>
        </w:rPr>
        <w:br/>
        <w:t xml:space="preserve">районе или городском округе Ульяновской области, которое определяется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исходя из следующего норматива: один муниципальный служащий </w:t>
      </w:r>
      <w:r>
        <w:rPr>
          <w:rFonts w:ascii="Times New Roman" w:hAnsi="Times New Roman" w:cs="Times New Roman"/>
          <w:sz w:val="28"/>
          <w:szCs w:val="28"/>
        </w:rPr>
        <w:br/>
        <w:t xml:space="preserve">на 3000 несовершеннолетних в городах и на 2500 несовершеннолетних в </w:t>
      </w:r>
      <w:r>
        <w:rPr>
          <w:rStyle w:val="blk"/>
          <w:rFonts w:ascii="Times New Roman" w:hAnsi="Times New Roman"/>
          <w:sz w:val="28"/>
          <w:szCs w:val="28"/>
        </w:rPr>
        <w:t>сельских населённых пунктах, рабочих посёлках (посё</w:t>
      </w:r>
      <w:r w:rsidRPr="00934B86">
        <w:rPr>
          <w:rStyle w:val="blk"/>
          <w:rFonts w:ascii="Times New Roman" w:hAnsi="Times New Roman"/>
          <w:sz w:val="28"/>
          <w:szCs w:val="28"/>
        </w:rPr>
        <w:t>лках городского типа)</w:t>
      </w:r>
      <w:r w:rsidRPr="00934B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 не менее двух муниципальных служащих;</w:t>
      </w:r>
      <w:r w:rsidRPr="005068B9">
        <w:rPr>
          <w:rFonts w:ascii="Times New Roman" w:hAnsi="Times New Roman" w:cs="Times New Roman"/>
          <w:sz w:val="28"/>
          <w:szCs w:val="28"/>
        </w:rPr>
        <w:t>»;</w:t>
      </w:r>
    </w:p>
    <w:p w:rsidR="00CC0D53" w:rsidRPr="005068B9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068B9">
        <w:rPr>
          <w:rFonts w:ascii="Times New Roman" w:hAnsi="Times New Roman" w:cs="Times New Roman"/>
          <w:sz w:val="28"/>
          <w:szCs w:val="28"/>
        </w:rPr>
        <w:t>) в абзаце девятом слово «работника» заменить словами «муниципального служащего»;</w:t>
      </w:r>
    </w:p>
    <w:p w:rsidR="00CC0D53" w:rsidRPr="005068B9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068B9">
        <w:rPr>
          <w:rFonts w:ascii="Times New Roman" w:hAnsi="Times New Roman" w:cs="Times New Roman"/>
          <w:sz w:val="28"/>
          <w:szCs w:val="28"/>
        </w:rPr>
        <w:t>) в абзац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068B9">
        <w:rPr>
          <w:rFonts w:ascii="Times New Roman" w:hAnsi="Times New Roman" w:cs="Times New Roman"/>
          <w:sz w:val="28"/>
          <w:szCs w:val="28"/>
        </w:rPr>
        <w:t xml:space="preserve"> десятом</w:t>
      </w:r>
      <w:r>
        <w:rPr>
          <w:rFonts w:ascii="Times New Roman" w:hAnsi="Times New Roman" w:cs="Times New Roman"/>
          <w:sz w:val="28"/>
          <w:szCs w:val="28"/>
        </w:rPr>
        <w:t xml:space="preserve"> и одиннадцатом</w:t>
      </w:r>
      <w:r w:rsidRPr="005068B9">
        <w:rPr>
          <w:rFonts w:ascii="Times New Roman" w:hAnsi="Times New Roman" w:cs="Times New Roman"/>
          <w:sz w:val="28"/>
          <w:szCs w:val="28"/>
        </w:rPr>
        <w:t xml:space="preserve"> слово «работниками» заменить словами «муниципальными служащими»;</w:t>
      </w:r>
    </w:p>
    <w:p w:rsidR="00CC0D53" w:rsidRPr="005068B9" w:rsidRDefault="00CC0D53" w:rsidP="008C1AC2">
      <w:pPr>
        <w:pStyle w:val="ConsNormal"/>
        <w:spacing w:line="36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5068B9">
        <w:rPr>
          <w:rFonts w:ascii="Times New Roman" w:hAnsi="Times New Roman" w:cs="Times New Roman"/>
          <w:sz w:val="28"/>
          <w:szCs w:val="28"/>
        </w:rPr>
        <w:t>) в абзац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068B9">
        <w:rPr>
          <w:rFonts w:ascii="Times New Roman" w:hAnsi="Times New Roman" w:cs="Times New Roman"/>
          <w:sz w:val="28"/>
          <w:szCs w:val="28"/>
        </w:rPr>
        <w:t xml:space="preserve"> тринадцатом</w:t>
      </w:r>
      <w:r>
        <w:rPr>
          <w:rFonts w:ascii="Times New Roman" w:hAnsi="Times New Roman" w:cs="Times New Roman"/>
          <w:sz w:val="28"/>
          <w:szCs w:val="28"/>
        </w:rPr>
        <w:t xml:space="preserve"> и четырнадцатом</w:t>
      </w:r>
      <w:r w:rsidRPr="005068B9">
        <w:rPr>
          <w:rFonts w:ascii="Times New Roman" w:hAnsi="Times New Roman" w:cs="Times New Roman"/>
          <w:sz w:val="28"/>
          <w:szCs w:val="28"/>
        </w:rPr>
        <w:t xml:space="preserve"> слово «работников» заменить словами «муниципальных служащих»;</w:t>
      </w:r>
    </w:p>
    <w:p w:rsidR="00CC0D53" w:rsidRPr="005068B9" w:rsidRDefault="00CC0D53" w:rsidP="00193C92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5068B9">
        <w:rPr>
          <w:rFonts w:ascii="Times New Roman" w:hAnsi="Times New Roman" w:cs="Times New Roman"/>
          <w:sz w:val="28"/>
          <w:szCs w:val="28"/>
        </w:rPr>
        <w:t>) в абзаце пятнадцатом слово «работника» заменить словами «муниципального служащего»;</w:t>
      </w:r>
    </w:p>
    <w:p w:rsidR="00CC0D53" w:rsidRPr="0089018B" w:rsidRDefault="00CC0D53" w:rsidP="00003AC4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5</w:t>
      </w:r>
      <w:r w:rsidRPr="0089018B">
        <w:rPr>
          <w:rFonts w:ascii="Times New Roman" w:hAnsi="Times New Roman" w:cs="Times New Roman"/>
          <w:sz w:val="27"/>
          <w:szCs w:val="28"/>
        </w:rPr>
        <w:t xml:space="preserve">) в </w:t>
      </w:r>
      <w:r>
        <w:rPr>
          <w:rFonts w:ascii="Times New Roman" w:hAnsi="Times New Roman" w:cs="Times New Roman"/>
          <w:sz w:val="27"/>
          <w:szCs w:val="28"/>
        </w:rPr>
        <w:t>пункте</w:t>
      </w:r>
      <w:r w:rsidRPr="0089018B">
        <w:rPr>
          <w:rFonts w:ascii="Times New Roman" w:hAnsi="Times New Roman" w:cs="Times New Roman"/>
          <w:sz w:val="27"/>
          <w:szCs w:val="28"/>
        </w:rPr>
        <w:t xml:space="preserve"> 1 статьи 7 слово «работников» заменить словами «муниципальных служащих».</w:t>
      </w:r>
    </w:p>
    <w:p w:rsidR="00CC0D53" w:rsidRPr="008C1AC2" w:rsidRDefault="00CC0D53" w:rsidP="008C1AC2">
      <w:pPr>
        <w:pStyle w:val="ConsNormal"/>
        <w:ind w:righ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CC0D53" w:rsidRPr="0089018B" w:rsidRDefault="00CC0D53" w:rsidP="008C1AC2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8C1AC2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7"/>
          <w:szCs w:val="28"/>
        </w:rPr>
      </w:pPr>
      <w:r w:rsidRPr="0089018B">
        <w:rPr>
          <w:rFonts w:ascii="Times New Roman" w:hAnsi="Times New Roman" w:cs="Times New Roman"/>
          <w:b/>
          <w:sz w:val="27"/>
          <w:szCs w:val="28"/>
        </w:rPr>
        <w:t>Статья 2</w:t>
      </w:r>
    </w:p>
    <w:p w:rsidR="00CC0D53" w:rsidRPr="0089018B" w:rsidRDefault="00CC0D53" w:rsidP="008C1AC2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8C1AC2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</w:p>
    <w:p w:rsidR="00CC0D53" w:rsidRPr="0089018B" w:rsidRDefault="00CC0D53" w:rsidP="008C1AC2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89018B">
        <w:rPr>
          <w:rFonts w:ascii="Times New Roman" w:hAnsi="Times New Roman" w:cs="Times New Roman"/>
          <w:sz w:val="27"/>
          <w:szCs w:val="28"/>
        </w:rPr>
        <w:t xml:space="preserve">Настоящий Закон вступает в силу с 1 </w:t>
      </w:r>
      <w:r>
        <w:rPr>
          <w:rFonts w:ascii="Times New Roman" w:hAnsi="Times New Roman" w:cs="Times New Roman"/>
          <w:sz w:val="27"/>
          <w:szCs w:val="28"/>
        </w:rPr>
        <w:t>марта</w:t>
      </w:r>
      <w:r w:rsidRPr="0089018B">
        <w:rPr>
          <w:rFonts w:ascii="Times New Roman" w:hAnsi="Times New Roman" w:cs="Times New Roman"/>
          <w:sz w:val="27"/>
          <w:szCs w:val="28"/>
        </w:rPr>
        <w:t xml:space="preserve"> 2017 года.</w:t>
      </w:r>
    </w:p>
    <w:p w:rsidR="00CC0D53" w:rsidRPr="008C1AC2" w:rsidRDefault="00CC0D53" w:rsidP="008C1AC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C0D53" w:rsidRPr="008C1AC2" w:rsidRDefault="00CC0D53" w:rsidP="008C1AC2">
      <w:pPr>
        <w:tabs>
          <w:tab w:val="left" w:pos="1134"/>
          <w:tab w:val="left" w:pos="1276"/>
        </w:tabs>
        <w:rPr>
          <w:bCs/>
          <w:sz w:val="28"/>
          <w:szCs w:val="28"/>
        </w:rPr>
      </w:pPr>
    </w:p>
    <w:p w:rsidR="00CC0D53" w:rsidRPr="008C1AC2" w:rsidRDefault="00CC0D53" w:rsidP="008C1AC2">
      <w:pPr>
        <w:tabs>
          <w:tab w:val="left" w:pos="1134"/>
          <w:tab w:val="left" w:pos="1276"/>
        </w:tabs>
        <w:rPr>
          <w:bCs/>
          <w:sz w:val="28"/>
          <w:szCs w:val="28"/>
        </w:rPr>
      </w:pPr>
    </w:p>
    <w:p w:rsidR="00CC0D53" w:rsidRPr="001C4267" w:rsidRDefault="00CC0D53" w:rsidP="008C1AC2">
      <w:pPr>
        <w:tabs>
          <w:tab w:val="left" w:pos="1134"/>
          <w:tab w:val="left" w:pos="8120"/>
        </w:tabs>
        <w:suppressAutoHyphens/>
        <w:rPr>
          <w:sz w:val="27"/>
          <w:szCs w:val="28"/>
        </w:rPr>
      </w:pPr>
      <w:r w:rsidRPr="001C4267">
        <w:rPr>
          <w:b/>
          <w:sz w:val="27"/>
          <w:szCs w:val="30"/>
        </w:rPr>
        <w:t>Губернатор Ульяновской области</w:t>
      </w:r>
      <w:r w:rsidRPr="001C4267">
        <w:rPr>
          <w:b/>
          <w:bCs/>
          <w:sz w:val="27"/>
          <w:szCs w:val="28"/>
        </w:rPr>
        <w:t xml:space="preserve">                                                      </w:t>
      </w:r>
      <w:r w:rsidRPr="008F79EF">
        <w:rPr>
          <w:b/>
          <w:bCs/>
          <w:sz w:val="27"/>
          <w:szCs w:val="28"/>
        </w:rPr>
        <w:t xml:space="preserve">       </w:t>
      </w:r>
      <w:r w:rsidRPr="001C4267">
        <w:rPr>
          <w:b/>
          <w:bCs/>
          <w:sz w:val="27"/>
          <w:szCs w:val="28"/>
        </w:rPr>
        <w:t xml:space="preserve">С.И.Морозов </w:t>
      </w:r>
    </w:p>
    <w:p w:rsidR="00CC0D53" w:rsidRDefault="00CC0D53" w:rsidP="008C1AC2">
      <w:pPr>
        <w:tabs>
          <w:tab w:val="left" w:pos="1134"/>
        </w:tabs>
        <w:suppressAutoHyphens/>
        <w:rPr>
          <w:sz w:val="27"/>
          <w:szCs w:val="28"/>
        </w:rPr>
      </w:pPr>
    </w:p>
    <w:p w:rsidR="00CC0D53" w:rsidRDefault="00CC0D53" w:rsidP="008C1AC2">
      <w:pPr>
        <w:tabs>
          <w:tab w:val="left" w:pos="1134"/>
        </w:tabs>
        <w:suppressAutoHyphens/>
        <w:rPr>
          <w:sz w:val="27"/>
          <w:szCs w:val="28"/>
        </w:rPr>
      </w:pPr>
    </w:p>
    <w:p w:rsidR="00CC0D53" w:rsidRDefault="00CC0D53" w:rsidP="008C1AC2">
      <w:pPr>
        <w:tabs>
          <w:tab w:val="left" w:pos="1134"/>
        </w:tabs>
        <w:suppressAutoHyphens/>
        <w:rPr>
          <w:sz w:val="27"/>
          <w:szCs w:val="28"/>
        </w:rPr>
      </w:pPr>
    </w:p>
    <w:p w:rsidR="00CC0D53" w:rsidRPr="0089018B" w:rsidRDefault="00CC0D53" w:rsidP="008C1AC2">
      <w:pPr>
        <w:tabs>
          <w:tab w:val="left" w:pos="1134"/>
        </w:tabs>
        <w:suppressAutoHyphens/>
        <w:jc w:val="center"/>
        <w:rPr>
          <w:sz w:val="27"/>
          <w:szCs w:val="28"/>
        </w:rPr>
      </w:pPr>
      <w:r w:rsidRPr="0089018B">
        <w:rPr>
          <w:sz w:val="27"/>
          <w:szCs w:val="28"/>
        </w:rPr>
        <w:t>г. Ульяновск</w:t>
      </w:r>
    </w:p>
    <w:p w:rsidR="00CC0D53" w:rsidRPr="0089018B" w:rsidRDefault="00CC0D53" w:rsidP="008C1AC2">
      <w:pPr>
        <w:tabs>
          <w:tab w:val="left" w:pos="1134"/>
        </w:tabs>
        <w:suppressAutoHyphens/>
        <w:jc w:val="center"/>
        <w:rPr>
          <w:sz w:val="27"/>
          <w:szCs w:val="28"/>
        </w:rPr>
      </w:pPr>
      <w:r w:rsidRPr="0089018B">
        <w:rPr>
          <w:sz w:val="27"/>
          <w:szCs w:val="28"/>
        </w:rPr>
        <w:t>___ ___________ 201</w:t>
      </w:r>
      <w:r>
        <w:rPr>
          <w:sz w:val="27"/>
          <w:szCs w:val="28"/>
        </w:rPr>
        <w:t xml:space="preserve">7 </w:t>
      </w:r>
      <w:bookmarkStart w:id="2" w:name="_GoBack"/>
      <w:bookmarkEnd w:id="2"/>
      <w:r w:rsidRPr="0089018B">
        <w:rPr>
          <w:sz w:val="27"/>
          <w:szCs w:val="28"/>
        </w:rPr>
        <w:t>г.</w:t>
      </w:r>
    </w:p>
    <w:p w:rsidR="00CC0D53" w:rsidRPr="0089018B" w:rsidRDefault="00CC0D53" w:rsidP="008C1AC2">
      <w:pPr>
        <w:tabs>
          <w:tab w:val="left" w:pos="1134"/>
        </w:tabs>
        <w:suppressAutoHyphens/>
        <w:jc w:val="center"/>
        <w:rPr>
          <w:b/>
          <w:sz w:val="27"/>
          <w:szCs w:val="28"/>
        </w:rPr>
      </w:pPr>
      <w:r w:rsidRPr="0089018B">
        <w:rPr>
          <w:sz w:val="27"/>
          <w:szCs w:val="28"/>
        </w:rPr>
        <w:t>№ ____-ЗО</w:t>
      </w:r>
      <w:bookmarkEnd w:id="1"/>
    </w:p>
    <w:sectPr w:rsidR="00CC0D53" w:rsidRPr="0089018B" w:rsidSect="008C1AC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D53" w:rsidRDefault="00CC0D53">
      <w:r>
        <w:separator/>
      </w:r>
    </w:p>
  </w:endnote>
  <w:endnote w:type="continuationSeparator" w:id="0">
    <w:p w:rsidR="00CC0D53" w:rsidRDefault="00CC0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53" w:rsidRPr="00EE489D" w:rsidRDefault="00CC0D53" w:rsidP="00EE489D">
    <w:pPr>
      <w:pStyle w:val="Footer"/>
      <w:jc w:val="right"/>
      <w:rPr>
        <w:sz w:val="16"/>
      </w:rPr>
    </w:pPr>
    <w:r>
      <w:rPr>
        <w:sz w:val="16"/>
      </w:rPr>
      <w:t>3012км1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D53" w:rsidRDefault="00CC0D53">
      <w:r>
        <w:separator/>
      </w:r>
    </w:p>
  </w:footnote>
  <w:footnote w:type="continuationSeparator" w:id="0">
    <w:p w:rsidR="00CC0D53" w:rsidRDefault="00CC0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53" w:rsidRDefault="00CC0D53" w:rsidP="00DE54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0D53" w:rsidRDefault="00CC0D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53" w:rsidRDefault="00CC0D53" w:rsidP="00EE489D">
    <w:pPr>
      <w:pStyle w:val="Header"/>
      <w:jc w:val="center"/>
    </w:pPr>
    <w:r w:rsidRPr="00EE489D">
      <w:rPr>
        <w:rStyle w:val="PageNumber"/>
        <w:sz w:val="28"/>
      </w:rPr>
      <w:fldChar w:fldCharType="begin"/>
    </w:r>
    <w:r w:rsidRPr="00EE489D">
      <w:rPr>
        <w:rStyle w:val="PageNumber"/>
        <w:sz w:val="28"/>
      </w:rPr>
      <w:instrText xml:space="preserve">PAGE  </w:instrText>
    </w:r>
    <w:r w:rsidRPr="00EE489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3</w:t>
    </w:r>
    <w:r w:rsidRPr="00EE489D">
      <w:rPr>
        <w:rStyle w:val="PageNumber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5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1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55A06DB"/>
    <w:multiLevelType w:val="hybridMultilevel"/>
    <w:tmpl w:val="B93CEA62"/>
    <w:lvl w:ilvl="0" w:tplc="64BE4A38">
      <w:start w:val="1"/>
      <w:numFmt w:val="decimal"/>
      <w:lvlText w:val="%1.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5"/>
  </w:num>
  <w:num w:numId="12">
    <w:abstractNumId w:val="15"/>
  </w:num>
  <w:num w:numId="13">
    <w:abstractNumId w:val="0"/>
  </w:num>
  <w:num w:numId="14">
    <w:abstractNumId w:val="13"/>
  </w:num>
  <w:num w:numId="15">
    <w:abstractNumId w:val="2"/>
  </w:num>
  <w:num w:numId="16">
    <w:abstractNumId w:val="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48B"/>
    <w:rsid w:val="00000E11"/>
    <w:rsid w:val="00003AC4"/>
    <w:rsid w:val="000053C1"/>
    <w:rsid w:val="000074DE"/>
    <w:rsid w:val="00012729"/>
    <w:rsid w:val="000133A2"/>
    <w:rsid w:val="000171C6"/>
    <w:rsid w:val="00020440"/>
    <w:rsid w:val="00020834"/>
    <w:rsid w:val="000222A5"/>
    <w:rsid w:val="000231E3"/>
    <w:rsid w:val="00027B09"/>
    <w:rsid w:val="000329A8"/>
    <w:rsid w:val="0003738E"/>
    <w:rsid w:val="00042B9E"/>
    <w:rsid w:val="00045F62"/>
    <w:rsid w:val="0005086D"/>
    <w:rsid w:val="00052AFF"/>
    <w:rsid w:val="000549A8"/>
    <w:rsid w:val="00056FCB"/>
    <w:rsid w:val="000610D0"/>
    <w:rsid w:val="00065EE7"/>
    <w:rsid w:val="0006653D"/>
    <w:rsid w:val="00066C44"/>
    <w:rsid w:val="00070D8C"/>
    <w:rsid w:val="00072022"/>
    <w:rsid w:val="00073216"/>
    <w:rsid w:val="00073803"/>
    <w:rsid w:val="00073867"/>
    <w:rsid w:val="000741B5"/>
    <w:rsid w:val="00075115"/>
    <w:rsid w:val="00080441"/>
    <w:rsid w:val="000849E8"/>
    <w:rsid w:val="000860C3"/>
    <w:rsid w:val="0009334B"/>
    <w:rsid w:val="000937DF"/>
    <w:rsid w:val="000948B5"/>
    <w:rsid w:val="00096780"/>
    <w:rsid w:val="000A12A9"/>
    <w:rsid w:val="000A4916"/>
    <w:rsid w:val="000B4CA2"/>
    <w:rsid w:val="000B5AB3"/>
    <w:rsid w:val="000B6627"/>
    <w:rsid w:val="000C1207"/>
    <w:rsid w:val="000C22A1"/>
    <w:rsid w:val="000C5457"/>
    <w:rsid w:val="000C6463"/>
    <w:rsid w:val="000D0A07"/>
    <w:rsid w:val="000D44B5"/>
    <w:rsid w:val="000D582F"/>
    <w:rsid w:val="000E53A7"/>
    <w:rsid w:val="000E6E63"/>
    <w:rsid w:val="000F4990"/>
    <w:rsid w:val="00103D03"/>
    <w:rsid w:val="00104A39"/>
    <w:rsid w:val="001104F6"/>
    <w:rsid w:val="00115DEE"/>
    <w:rsid w:val="00120661"/>
    <w:rsid w:val="001209C9"/>
    <w:rsid w:val="00122467"/>
    <w:rsid w:val="00123E61"/>
    <w:rsid w:val="0012634F"/>
    <w:rsid w:val="001356D9"/>
    <w:rsid w:val="001404C3"/>
    <w:rsid w:val="00140E00"/>
    <w:rsid w:val="00142226"/>
    <w:rsid w:val="0014270E"/>
    <w:rsid w:val="00144F30"/>
    <w:rsid w:val="00147000"/>
    <w:rsid w:val="001538E8"/>
    <w:rsid w:val="00154175"/>
    <w:rsid w:val="00155206"/>
    <w:rsid w:val="0016070A"/>
    <w:rsid w:val="001608D0"/>
    <w:rsid w:val="0017010A"/>
    <w:rsid w:val="00172B9F"/>
    <w:rsid w:val="001772EE"/>
    <w:rsid w:val="00177686"/>
    <w:rsid w:val="0018430A"/>
    <w:rsid w:val="0019066C"/>
    <w:rsid w:val="00190770"/>
    <w:rsid w:val="00191571"/>
    <w:rsid w:val="001927F2"/>
    <w:rsid w:val="00193C92"/>
    <w:rsid w:val="00194E10"/>
    <w:rsid w:val="001A159D"/>
    <w:rsid w:val="001A1BB8"/>
    <w:rsid w:val="001A35A3"/>
    <w:rsid w:val="001B55E1"/>
    <w:rsid w:val="001B6B51"/>
    <w:rsid w:val="001C23D7"/>
    <w:rsid w:val="001C37EE"/>
    <w:rsid w:val="001C3BBF"/>
    <w:rsid w:val="001C4267"/>
    <w:rsid w:val="001C4323"/>
    <w:rsid w:val="001C44DE"/>
    <w:rsid w:val="001C46F3"/>
    <w:rsid w:val="001C56AE"/>
    <w:rsid w:val="001D0586"/>
    <w:rsid w:val="001D2D4C"/>
    <w:rsid w:val="001D3369"/>
    <w:rsid w:val="001D616E"/>
    <w:rsid w:val="001D64A6"/>
    <w:rsid w:val="001D7C10"/>
    <w:rsid w:val="001F0FD9"/>
    <w:rsid w:val="00200858"/>
    <w:rsid w:val="002053D5"/>
    <w:rsid w:val="002068C4"/>
    <w:rsid w:val="00212A0A"/>
    <w:rsid w:val="00220846"/>
    <w:rsid w:val="00223093"/>
    <w:rsid w:val="002246C3"/>
    <w:rsid w:val="00225879"/>
    <w:rsid w:val="002264D2"/>
    <w:rsid w:val="002269A9"/>
    <w:rsid w:val="00231340"/>
    <w:rsid w:val="00233828"/>
    <w:rsid w:val="00235156"/>
    <w:rsid w:val="002368B6"/>
    <w:rsid w:val="00245999"/>
    <w:rsid w:val="00252362"/>
    <w:rsid w:val="00256306"/>
    <w:rsid w:val="002573E3"/>
    <w:rsid w:val="00260A07"/>
    <w:rsid w:val="00260ED4"/>
    <w:rsid w:val="00263A02"/>
    <w:rsid w:val="0027123D"/>
    <w:rsid w:val="0027164A"/>
    <w:rsid w:val="00274912"/>
    <w:rsid w:val="00276C7F"/>
    <w:rsid w:val="00281A90"/>
    <w:rsid w:val="00284E44"/>
    <w:rsid w:val="00290D02"/>
    <w:rsid w:val="00290F1B"/>
    <w:rsid w:val="0029206E"/>
    <w:rsid w:val="00294961"/>
    <w:rsid w:val="00296F4E"/>
    <w:rsid w:val="002A016D"/>
    <w:rsid w:val="002A01E1"/>
    <w:rsid w:val="002A15DA"/>
    <w:rsid w:val="002A3EA2"/>
    <w:rsid w:val="002A422D"/>
    <w:rsid w:val="002A4B6C"/>
    <w:rsid w:val="002A6E8F"/>
    <w:rsid w:val="002B13D7"/>
    <w:rsid w:val="002B1D21"/>
    <w:rsid w:val="002B30D9"/>
    <w:rsid w:val="002C0409"/>
    <w:rsid w:val="002C2775"/>
    <w:rsid w:val="002C56DD"/>
    <w:rsid w:val="002D0035"/>
    <w:rsid w:val="002D01A3"/>
    <w:rsid w:val="002D19CA"/>
    <w:rsid w:val="002E0262"/>
    <w:rsid w:val="002E27D6"/>
    <w:rsid w:val="002E36C0"/>
    <w:rsid w:val="002E770D"/>
    <w:rsid w:val="002F0F60"/>
    <w:rsid w:val="002F1B55"/>
    <w:rsid w:val="002F4AA9"/>
    <w:rsid w:val="002F72BD"/>
    <w:rsid w:val="00301771"/>
    <w:rsid w:val="00302827"/>
    <w:rsid w:val="003042DF"/>
    <w:rsid w:val="00305213"/>
    <w:rsid w:val="0030566A"/>
    <w:rsid w:val="00310F40"/>
    <w:rsid w:val="00320853"/>
    <w:rsid w:val="00320A6E"/>
    <w:rsid w:val="00320B60"/>
    <w:rsid w:val="003313E4"/>
    <w:rsid w:val="003338D0"/>
    <w:rsid w:val="00334F71"/>
    <w:rsid w:val="00336291"/>
    <w:rsid w:val="00341EA1"/>
    <w:rsid w:val="00343FBB"/>
    <w:rsid w:val="00345828"/>
    <w:rsid w:val="00356018"/>
    <w:rsid w:val="00360236"/>
    <w:rsid w:val="00361057"/>
    <w:rsid w:val="00380DE9"/>
    <w:rsid w:val="00383940"/>
    <w:rsid w:val="00386FD5"/>
    <w:rsid w:val="003877BB"/>
    <w:rsid w:val="003937F7"/>
    <w:rsid w:val="003950AE"/>
    <w:rsid w:val="003951AA"/>
    <w:rsid w:val="003A045A"/>
    <w:rsid w:val="003A0DBC"/>
    <w:rsid w:val="003A1E4C"/>
    <w:rsid w:val="003A4E50"/>
    <w:rsid w:val="003A4FB2"/>
    <w:rsid w:val="003A60BD"/>
    <w:rsid w:val="003A6638"/>
    <w:rsid w:val="003B02DE"/>
    <w:rsid w:val="003B3591"/>
    <w:rsid w:val="003B6764"/>
    <w:rsid w:val="003C11F5"/>
    <w:rsid w:val="003D1A00"/>
    <w:rsid w:val="003D2266"/>
    <w:rsid w:val="003D262F"/>
    <w:rsid w:val="003D2C1D"/>
    <w:rsid w:val="003D2D33"/>
    <w:rsid w:val="003D6618"/>
    <w:rsid w:val="003D6F77"/>
    <w:rsid w:val="003E0EDD"/>
    <w:rsid w:val="003E694A"/>
    <w:rsid w:val="003E7177"/>
    <w:rsid w:val="003F1AE5"/>
    <w:rsid w:val="003F2BB6"/>
    <w:rsid w:val="00406308"/>
    <w:rsid w:val="00406F5F"/>
    <w:rsid w:val="00407158"/>
    <w:rsid w:val="004104D4"/>
    <w:rsid w:val="00412443"/>
    <w:rsid w:val="0041438C"/>
    <w:rsid w:val="00414CD3"/>
    <w:rsid w:val="00416D40"/>
    <w:rsid w:val="00421297"/>
    <w:rsid w:val="004228DA"/>
    <w:rsid w:val="0042384A"/>
    <w:rsid w:val="00424737"/>
    <w:rsid w:val="00426AF3"/>
    <w:rsid w:val="0042702A"/>
    <w:rsid w:val="00427A5D"/>
    <w:rsid w:val="00435FA3"/>
    <w:rsid w:val="00436E07"/>
    <w:rsid w:val="00442E10"/>
    <w:rsid w:val="00447409"/>
    <w:rsid w:val="00450FA1"/>
    <w:rsid w:val="00450FBB"/>
    <w:rsid w:val="00451349"/>
    <w:rsid w:val="004552EF"/>
    <w:rsid w:val="004603BF"/>
    <w:rsid w:val="00460FB2"/>
    <w:rsid w:val="00461EF0"/>
    <w:rsid w:val="00472229"/>
    <w:rsid w:val="00476C87"/>
    <w:rsid w:val="00485D98"/>
    <w:rsid w:val="00486E0B"/>
    <w:rsid w:val="0048774A"/>
    <w:rsid w:val="0049116B"/>
    <w:rsid w:val="004920F8"/>
    <w:rsid w:val="004945FD"/>
    <w:rsid w:val="004A3373"/>
    <w:rsid w:val="004A3565"/>
    <w:rsid w:val="004A37B3"/>
    <w:rsid w:val="004A517F"/>
    <w:rsid w:val="004B1F70"/>
    <w:rsid w:val="004B232D"/>
    <w:rsid w:val="004B36BA"/>
    <w:rsid w:val="004B50B6"/>
    <w:rsid w:val="004B517A"/>
    <w:rsid w:val="004B6E2E"/>
    <w:rsid w:val="004B7380"/>
    <w:rsid w:val="004C0B59"/>
    <w:rsid w:val="004E06F3"/>
    <w:rsid w:val="004E19F7"/>
    <w:rsid w:val="004E23EC"/>
    <w:rsid w:val="004E2D70"/>
    <w:rsid w:val="004E470D"/>
    <w:rsid w:val="004E4BA7"/>
    <w:rsid w:val="004E66D9"/>
    <w:rsid w:val="004E6887"/>
    <w:rsid w:val="004F13F1"/>
    <w:rsid w:val="004F2BBA"/>
    <w:rsid w:val="004F4463"/>
    <w:rsid w:val="004F6AFD"/>
    <w:rsid w:val="00502D12"/>
    <w:rsid w:val="0050394C"/>
    <w:rsid w:val="005068B9"/>
    <w:rsid w:val="00513D5D"/>
    <w:rsid w:val="0052012C"/>
    <w:rsid w:val="00527E37"/>
    <w:rsid w:val="00530B60"/>
    <w:rsid w:val="0053126B"/>
    <w:rsid w:val="00531818"/>
    <w:rsid w:val="0053407F"/>
    <w:rsid w:val="00534231"/>
    <w:rsid w:val="005477AB"/>
    <w:rsid w:val="00555132"/>
    <w:rsid w:val="005565AB"/>
    <w:rsid w:val="00566094"/>
    <w:rsid w:val="00576441"/>
    <w:rsid w:val="00581CBD"/>
    <w:rsid w:val="00582381"/>
    <w:rsid w:val="00582EC8"/>
    <w:rsid w:val="0058414F"/>
    <w:rsid w:val="0059004B"/>
    <w:rsid w:val="005917F5"/>
    <w:rsid w:val="00594692"/>
    <w:rsid w:val="00594B38"/>
    <w:rsid w:val="005A0CA2"/>
    <w:rsid w:val="005A2E03"/>
    <w:rsid w:val="005A6172"/>
    <w:rsid w:val="005A71A8"/>
    <w:rsid w:val="005B327B"/>
    <w:rsid w:val="005C144C"/>
    <w:rsid w:val="005C2913"/>
    <w:rsid w:val="005C59B2"/>
    <w:rsid w:val="005D0272"/>
    <w:rsid w:val="005D0A09"/>
    <w:rsid w:val="005D5FA9"/>
    <w:rsid w:val="005D65A5"/>
    <w:rsid w:val="005E1BAD"/>
    <w:rsid w:val="005E2D4E"/>
    <w:rsid w:val="005E3311"/>
    <w:rsid w:val="005E4959"/>
    <w:rsid w:val="005E7EFD"/>
    <w:rsid w:val="005F41CE"/>
    <w:rsid w:val="005F5F39"/>
    <w:rsid w:val="00601227"/>
    <w:rsid w:val="00606488"/>
    <w:rsid w:val="006100A9"/>
    <w:rsid w:val="00610B25"/>
    <w:rsid w:val="00612740"/>
    <w:rsid w:val="00612B9B"/>
    <w:rsid w:val="00613955"/>
    <w:rsid w:val="00614608"/>
    <w:rsid w:val="00623F1E"/>
    <w:rsid w:val="006263F7"/>
    <w:rsid w:val="006271B4"/>
    <w:rsid w:val="00630D51"/>
    <w:rsid w:val="00630E5A"/>
    <w:rsid w:val="00632DCC"/>
    <w:rsid w:val="00634514"/>
    <w:rsid w:val="00641D58"/>
    <w:rsid w:val="00642D92"/>
    <w:rsid w:val="00650F98"/>
    <w:rsid w:val="00653569"/>
    <w:rsid w:val="00653766"/>
    <w:rsid w:val="00665C63"/>
    <w:rsid w:val="00670521"/>
    <w:rsid w:val="00672A49"/>
    <w:rsid w:val="00674903"/>
    <w:rsid w:val="006749DF"/>
    <w:rsid w:val="00676C29"/>
    <w:rsid w:val="006800AB"/>
    <w:rsid w:val="00681893"/>
    <w:rsid w:val="00682AB5"/>
    <w:rsid w:val="00682ECC"/>
    <w:rsid w:val="00684180"/>
    <w:rsid w:val="0068540F"/>
    <w:rsid w:val="0068706B"/>
    <w:rsid w:val="006938E1"/>
    <w:rsid w:val="006972C0"/>
    <w:rsid w:val="006A4EC7"/>
    <w:rsid w:val="006B068B"/>
    <w:rsid w:val="006B7A7D"/>
    <w:rsid w:val="006C6C60"/>
    <w:rsid w:val="006D10D2"/>
    <w:rsid w:val="006D2491"/>
    <w:rsid w:val="006D25FE"/>
    <w:rsid w:val="006D31EE"/>
    <w:rsid w:val="006E3059"/>
    <w:rsid w:val="006E3707"/>
    <w:rsid w:val="006E4C1D"/>
    <w:rsid w:val="006E6E82"/>
    <w:rsid w:val="006F260E"/>
    <w:rsid w:val="006F3046"/>
    <w:rsid w:val="006F4AFA"/>
    <w:rsid w:val="006F57B3"/>
    <w:rsid w:val="006F5DAA"/>
    <w:rsid w:val="006F7A6E"/>
    <w:rsid w:val="00701B93"/>
    <w:rsid w:val="00702CED"/>
    <w:rsid w:val="007030C6"/>
    <w:rsid w:val="00704DFD"/>
    <w:rsid w:val="00711749"/>
    <w:rsid w:val="00713132"/>
    <w:rsid w:val="0071688E"/>
    <w:rsid w:val="0071751D"/>
    <w:rsid w:val="0072048F"/>
    <w:rsid w:val="007260B8"/>
    <w:rsid w:val="00732BC7"/>
    <w:rsid w:val="00732F66"/>
    <w:rsid w:val="00734522"/>
    <w:rsid w:val="00740C61"/>
    <w:rsid w:val="00746131"/>
    <w:rsid w:val="00747095"/>
    <w:rsid w:val="007528F3"/>
    <w:rsid w:val="00756425"/>
    <w:rsid w:val="00760D2D"/>
    <w:rsid w:val="00762A78"/>
    <w:rsid w:val="007721A0"/>
    <w:rsid w:val="00773E2A"/>
    <w:rsid w:val="00775110"/>
    <w:rsid w:val="00781C90"/>
    <w:rsid w:val="007827CD"/>
    <w:rsid w:val="0078337D"/>
    <w:rsid w:val="00783566"/>
    <w:rsid w:val="0078515A"/>
    <w:rsid w:val="00785CE7"/>
    <w:rsid w:val="00787623"/>
    <w:rsid w:val="00790AC1"/>
    <w:rsid w:val="007916B5"/>
    <w:rsid w:val="00791DF2"/>
    <w:rsid w:val="00794E26"/>
    <w:rsid w:val="0079709B"/>
    <w:rsid w:val="007A05F2"/>
    <w:rsid w:val="007B2708"/>
    <w:rsid w:val="007B2D5E"/>
    <w:rsid w:val="007B7A68"/>
    <w:rsid w:val="007C2B96"/>
    <w:rsid w:val="007C3872"/>
    <w:rsid w:val="007C3E1D"/>
    <w:rsid w:val="007D169B"/>
    <w:rsid w:val="007D2348"/>
    <w:rsid w:val="007D62A6"/>
    <w:rsid w:val="007D6AD2"/>
    <w:rsid w:val="007D7F98"/>
    <w:rsid w:val="007E25FA"/>
    <w:rsid w:val="007F0E93"/>
    <w:rsid w:val="007F1E77"/>
    <w:rsid w:val="007F2C4B"/>
    <w:rsid w:val="007F45EA"/>
    <w:rsid w:val="00803059"/>
    <w:rsid w:val="008059AF"/>
    <w:rsid w:val="00806219"/>
    <w:rsid w:val="0081048A"/>
    <w:rsid w:val="00812DEB"/>
    <w:rsid w:val="008147A9"/>
    <w:rsid w:val="00815768"/>
    <w:rsid w:val="00816FF9"/>
    <w:rsid w:val="0081706A"/>
    <w:rsid w:val="008213D8"/>
    <w:rsid w:val="00822B97"/>
    <w:rsid w:val="00823300"/>
    <w:rsid w:val="008260FD"/>
    <w:rsid w:val="008332E8"/>
    <w:rsid w:val="00836527"/>
    <w:rsid w:val="008366BB"/>
    <w:rsid w:val="00842EB1"/>
    <w:rsid w:val="00844670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313A"/>
    <w:rsid w:val="0087350D"/>
    <w:rsid w:val="00877674"/>
    <w:rsid w:val="008820DF"/>
    <w:rsid w:val="00883B4E"/>
    <w:rsid w:val="0088587B"/>
    <w:rsid w:val="0088757C"/>
    <w:rsid w:val="0089018B"/>
    <w:rsid w:val="008940DD"/>
    <w:rsid w:val="008B31CE"/>
    <w:rsid w:val="008B3894"/>
    <w:rsid w:val="008B6A66"/>
    <w:rsid w:val="008C01F0"/>
    <w:rsid w:val="008C15CE"/>
    <w:rsid w:val="008C1AC2"/>
    <w:rsid w:val="008D0BED"/>
    <w:rsid w:val="008D1579"/>
    <w:rsid w:val="008D408F"/>
    <w:rsid w:val="008D45C0"/>
    <w:rsid w:val="008D53C0"/>
    <w:rsid w:val="008D6133"/>
    <w:rsid w:val="008D7AA2"/>
    <w:rsid w:val="008E23D2"/>
    <w:rsid w:val="008E76B2"/>
    <w:rsid w:val="008F79EF"/>
    <w:rsid w:val="00901523"/>
    <w:rsid w:val="00904D37"/>
    <w:rsid w:val="00905868"/>
    <w:rsid w:val="00916D35"/>
    <w:rsid w:val="00917DB3"/>
    <w:rsid w:val="00921B5A"/>
    <w:rsid w:val="00922DFA"/>
    <w:rsid w:val="00923BF4"/>
    <w:rsid w:val="00926AB5"/>
    <w:rsid w:val="00932F0D"/>
    <w:rsid w:val="00934B86"/>
    <w:rsid w:val="00941330"/>
    <w:rsid w:val="00943436"/>
    <w:rsid w:val="00945161"/>
    <w:rsid w:val="0094767B"/>
    <w:rsid w:val="009523A5"/>
    <w:rsid w:val="00952811"/>
    <w:rsid w:val="00962C6E"/>
    <w:rsid w:val="00963FFE"/>
    <w:rsid w:val="00965204"/>
    <w:rsid w:val="00965362"/>
    <w:rsid w:val="00966BB0"/>
    <w:rsid w:val="00967011"/>
    <w:rsid w:val="00975041"/>
    <w:rsid w:val="00976442"/>
    <w:rsid w:val="0098014D"/>
    <w:rsid w:val="0098131A"/>
    <w:rsid w:val="00984E23"/>
    <w:rsid w:val="00990352"/>
    <w:rsid w:val="00994B6D"/>
    <w:rsid w:val="009959CF"/>
    <w:rsid w:val="009A0BE2"/>
    <w:rsid w:val="009A16FF"/>
    <w:rsid w:val="009A7FBC"/>
    <w:rsid w:val="009B0AF2"/>
    <w:rsid w:val="009B27BC"/>
    <w:rsid w:val="009B6E92"/>
    <w:rsid w:val="009C05F3"/>
    <w:rsid w:val="009D3975"/>
    <w:rsid w:val="009D5161"/>
    <w:rsid w:val="009E3E1C"/>
    <w:rsid w:val="009E404F"/>
    <w:rsid w:val="009E769E"/>
    <w:rsid w:val="009F153B"/>
    <w:rsid w:val="00A01749"/>
    <w:rsid w:val="00A0362E"/>
    <w:rsid w:val="00A036D9"/>
    <w:rsid w:val="00A10219"/>
    <w:rsid w:val="00A115BE"/>
    <w:rsid w:val="00A11DAC"/>
    <w:rsid w:val="00A14930"/>
    <w:rsid w:val="00A14C0F"/>
    <w:rsid w:val="00A16CE2"/>
    <w:rsid w:val="00A1742C"/>
    <w:rsid w:val="00A2270A"/>
    <w:rsid w:val="00A25501"/>
    <w:rsid w:val="00A27BB5"/>
    <w:rsid w:val="00A33EC1"/>
    <w:rsid w:val="00A359A8"/>
    <w:rsid w:val="00A35AAE"/>
    <w:rsid w:val="00A3731F"/>
    <w:rsid w:val="00A4399B"/>
    <w:rsid w:val="00A51669"/>
    <w:rsid w:val="00A52830"/>
    <w:rsid w:val="00A5313F"/>
    <w:rsid w:val="00A535CA"/>
    <w:rsid w:val="00A57E05"/>
    <w:rsid w:val="00A60A9F"/>
    <w:rsid w:val="00A61B22"/>
    <w:rsid w:val="00A63EC7"/>
    <w:rsid w:val="00A64866"/>
    <w:rsid w:val="00A71F63"/>
    <w:rsid w:val="00A75020"/>
    <w:rsid w:val="00A818DA"/>
    <w:rsid w:val="00A90BB7"/>
    <w:rsid w:val="00A92264"/>
    <w:rsid w:val="00A93988"/>
    <w:rsid w:val="00A94C7D"/>
    <w:rsid w:val="00A94EEB"/>
    <w:rsid w:val="00A9522C"/>
    <w:rsid w:val="00AA00A7"/>
    <w:rsid w:val="00AA397B"/>
    <w:rsid w:val="00AA3BB6"/>
    <w:rsid w:val="00AA6870"/>
    <w:rsid w:val="00AB0E85"/>
    <w:rsid w:val="00AB3416"/>
    <w:rsid w:val="00AB493B"/>
    <w:rsid w:val="00AB7D68"/>
    <w:rsid w:val="00AC373E"/>
    <w:rsid w:val="00AC54BA"/>
    <w:rsid w:val="00AC7B30"/>
    <w:rsid w:val="00AD1CAA"/>
    <w:rsid w:val="00AE1BEB"/>
    <w:rsid w:val="00AE2E2D"/>
    <w:rsid w:val="00AE69C6"/>
    <w:rsid w:val="00AF2771"/>
    <w:rsid w:val="00AF3F78"/>
    <w:rsid w:val="00B0634D"/>
    <w:rsid w:val="00B10B3C"/>
    <w:rsid w:val="00B14CD3"/>
    <w:rsid w:val="00B15533"/>
    <w:rsid w:val="00B15840"/>
    <w:rsid w:val="00B16108"/>
    <w:rsid w:val="00B238BB"/>
    <w:rsid w:val="00B244CD"/>
    <w:rsid w:val="00B3216B"/>
    <w:rsid w:val="00B32D14"/>
    <w:rsid w:val="00B3320E"/>
    <w:rsid w:val="00B35326"/>
    <w:rsid w:val="00B364DB"/>
    <w:rsid w:val="00B41336"/>
    <w:rsid w:val="00B4205B"/>
    <w:rsid w:val="00B53276"/>
    <w:rsid w:val="00B5530E"/>
    <w:rsid w:val="00B55519"/>
    <w:rsid w:val="00B63248"/>
    <w:rsid w:val="00B65B42"/>
    <w:rsid w:val="00B713FA"/>
    <w:rsid w:val="00B7210A"/>
    <w:rsid w:val="00B80FF3"/>
    <w:rsid w:val="00B827BB"/>
    <w:rsid w:val="00B83646"/>
    <w:rsid w:val="00B8415E"/>
    <w:rsid w:val="00B92D02"/>
    <w:rsid w:val="00B96026"/>
    <w:rsid w:val="00BA04C3"/>
    <w:rsid w:val="00BA08C3"/>
    <w:rsid w:val="00BA3138"/>
    <w:rsid w:val="00BA7D98"/>
    <w:rsid w:val="00BB04C7"/>
    <w:rsid w:val="00BB17EF"/>
    <w:rsid w:val="00BC03F5"/>
    <w:rsid w:val="00BC39CE"/>
    <w:rsid w:val="00BC6BD7"/>
    <w:rsid w:val="00BD586C"/>
    <w:rsid w:val="00BE14FF"/>
    <w:rsid w:val="00BE154E"/>
    <w:rsid w:val="00BE3614"/>
    <w:rsid w:val="00BE76FE"/>
    <w:rsid w:val="00BE7C22"/>
    <w:rsid w:val="00BF2EF4"/>
    <w:rsid w:val="00BF4848"/>
    <w:rsid w:val="00BF5AD0"/>
    <w:rsid w:val="00BF6AE7"/>
    <w:rsid w:val="00C00203"/>
    <w:rsid w:val="00C0056C"/>
    <w:rsid w:val="00C00BD6"/>
    <w:rsid w:val="00C06530"/>
    <w:rsid w:val="00C10A1D"/>
    <w:rsid w:val="00C14D87"/>
    <w:rsid w:val="00C150EE"/>
    <w:rsid w:val="00C15EE5"/>
    <w:rsid w:val="00C16EB1"/>
    <w:rsid w:val="00C177E9"/>
    <w:rsid w:val="00C20BA9"/>
    <w:rsid w:val="00C27994"/>
    <w:rsid w:val="00C31952"/>
    <w:rsid w:val="00C35D77"/>
    <w:rsid w:val="00C371FC"/>
    <w:rsid w:val="00C37DF0"/>
    <w:rsid w:val="00C440D4"/>
    <w:rsid w:val="00C54257"/>
    <w:rsid w:val="00C5674E"/>
    <w:rsid w:val="00C60509"/>
    <w:rsid w:val="00C609A0"/>
    <w:rsid w:val="00C613A5"/>
    <w:rsid w:val="00C6448C"/>
    <w:rsid w:val="00C6492A"/>
    <w:rsid w:val="00C660E1"/>
    <w:rsid w:val="00C712B1"/>
    <w:rsid w:val="00C776F1"/>
    <w:rsid w:val="00C816BF"/>
    <w:rsid w:val="00C81E05"/>
    <w:rsid w:val="00C82769"/>
    <w:rsid w:val="00C84D40"/>
    <w:rsid w:val="00C87B3A"/>
    <w:rsid w:val="00C91427"/>
    <w:rsid w:val="00C94A92"/>
    <w:rsid w:val="00C9560E"/>
    <w:rsid w:val="00C96317"/>
    <w:rsid w:val="00C96712"/>
    <w:rsid w:val="00C97254"/>
    <w:rsid w:val="00CA11F3"/>
    <w:rsid w:val="00CA140C"/>
    <w:rsid w:val="00CA1989"/>
    <w:rsid w:val="00CA6452"/>
    <w:rsid w:val="00CB0D88"/>
    <w:rsid w:val="00CB42EC"/>
    <w:rsid w:val="00CB78E0"/>
    <w:rsid w:val="00CC0D53"/>
    <w:rsid w:val="00CC695D"/>
    <w:rsid w:val="00CE4CF2"/>
    <w:rsid w:val="00CE58C3"/>
    <w:rsid w:val="00CE760A"/>
    <w:rsid w:val="00CF1D19"/>
    <w:rsid w:val="00CF254D"/>
    <w:rsid w:val="00CF2A20"/>
    <w:rsid w:val="00CF6A61"/>
    <w:rsid w:val="00D00B73"/>
    <w:rsid w:val="00D01CAA"/>
    <w:rsid w:val="00D021B4"/>
    <w:rsid w:val="00D031CF"/>
    <w:rsid w:val="00D11FD2"/>
    <w:rsid w:val="00D14384"/>
    <w:rsid w:val="00D2002B"/>
    <w:rsid w:val="00D22D79"/>
    <w:rsid w:val="00D27E68"/>
    <w:rsid w:val="00D33728"/>
    <w:rsid w:val="00D34C27"/>
    <w:rsid w:val="00D5348B"/>
    <w:rsid w:val="00D5393F"/>
    <w:rsid w:val="00D552E2"/>
    <w:rsid w:val="00D559E8"/>
    <w:rsid w:val="00D55ED2"/>
    <w:rsid w:val="00D60B6F"/>
    <w:rsid w:val="00D622BA"/>
    <w:rsid w:val="00D6256C"/>
    <w:rsid w:val="00D62E51"/>
    <w:rsid w:val="00D64192"/>
    <w:rsid w:val="00D70518"/>
    <w:rsid w:val="00D71559"/>
    <w:rsid w:val="00D72C51"/>
    <w:rsid w:val="00D735BF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6D5"/>
    <w:rsid w:val="00DB182E"/>
    <w:rsid w:val="00DB4F67"/>
    <w:rsid w:val="00DC1172"/>
    <w:rsid w:val="00DC293B"/>
    <w:rsid w:val="00DC54E4"/>
    <w:rsid w:val="00DD041A"/>
    <w:rsid w:val="00DD05D8"/>
    <w:rsid w:val="00DD3553"/>
    <w:rsid w:val="00DD5FEA"/>
    <w:rsid w:val="00DD6226"/>
    <w:rsid w:val="00DD6DD4"/>
    <w:rsid w:val="00DE5456"/>
    <w:rsid w:val="00DF209B"/>
    <w:rsid w:val="00E028A0"/>
    <w:rsid w:val="00E02D25"/>
    <w:rsid w:val="00E05154"/>
    <w:rsid w:val="00E07A08"/>
    <w:rsid w:val="00E1030E"/>
    <w:rsid w:val="00E1094E"/>
    <w:rsid w:val="00E10AC1"/>
    <w:rsid w:val="00E13297"/>
    <w:rsid w:val="00E14809"/>
    <w:rsid w:val="00E15738"/>
    <w:rsid w:val="00E2268B"/>
    <w:rsid w:val="00E23E41"/>
    <w:rsid w:val="00E245FE"/>
    <w:rsid w:val="00E24A57"/>
    <w:rsid w:val="00E26F20"/>
    <w:rsid w:val="00E3320A"/>
    <w:rsid w:val="00E33780"/>
    <w:rsid w:val="00E36416"/>
    <w:rsid w:val="00E37B50"/>
    <w:rsid w:val="00E408D2"/>
    <w:rsid w:val="00E446BE"/>
    <w:rsid w:val="00E44D4E"/>
    <w:rsid w:val="00E45CDE"/>
    <w:rsid w:val="00E51E41"/>
    <w:rsid w:val="00E675CC"/>
    <w:rsid w:val="00E73E41"/>
    <w:rsid w:val="00E743AD"/>
    <w:rsid w:val="00E76AC6"/>
    <w:rsid w:val="00E76B7B"/>
    <w:rsid w:val="00E76DE4"/>
    <w:rsid w:val="00E82CE5"/>
    <w:rsid w:val="00E86026"/>
    <w:rsid w:val="00E90331"/>
    <w:rsid w:val="00E9184D"/>
    <w:rsid w:val="00E968A4"/>
    <w:rsid w:val="00EA1484"/>
    <w:rsid w:val="00EA3007"/>
    <w:rsid w:val="00EA5D7D"/>
    <w:rsid w:val="00EB5087"/>
    <w:rsid w:val="00EC41B2"/>
    <w:rsid w:val="00EC5CC7"/>
    <w:rsid w:val="00ED0045"/>
    <w:rsid w:val="00EE0758"/>
    <w:rsid w:val="00EE4370"/>
    <w:rsid w:val="00EE489D"/>
    <w:rsid w:val="00EE5A29"/>
    <w:rsid w:val="00EE5CA3"/>
    <w:rsid w:val="00EE682A"/>
    <w:rsid w:val="00EE75E6"/>
    <w:rsid w:val="00EE7AC9"/>
    <w:rsid w:val="00EE7E5A"/>
    <w:rsid w:val="00EF395A"/>
    <w:rsid w:val="00EF54D4"/>
    <w:rsid w:val="00EF703B"/>
    <w:rsid w:val="00EF7910"/>
    <w:rsid w:val="00F020D4"/>
    <w:rsid w:val="00F11B45"/>
    <w:rsid w:val="00F216D4"/>
    <w:rsid w:val="00F25F00"/>
    <w:rsid w:val="00F306D0"/>
    <w:rsid w:val="00F30E44"/>
    <w:rsid w:val="00F377D2"/>
    <w:rsid w:val="00F4276B"/>
    <w:rsid w:val="00F45EFF"/>
    <w:rsid w:val="00F513AB"/>
    <w:rsid w:val="00F5498D"/>
    <w:rsid w:val="00F55159"/>
    <w:rsid w:val="00F558E9"/>
    <w:rsid w:val="00F55FFE"/>
    <w:rsid w:val="00F57029"/>
    <w:rsid w:val="00F62B04"/>
    <w:rsid w:val="00F647A8"/>
    <w:rsid w:val="00F65FEE"/>
    <w:rsid w:val="00F713F2"/>
    <w:rsid w:val="00F741F3"/>
    <w:rsid w:val="00F74D01"/>
    <w:rsid w:val="00F83614"/>
    <w:rsid w:val="00F85F2A"/>
    <w:rsid w:val="00F86CF6"/>
    <w:rsid w:val="00F91CDA"/>
    <w:rsid w:val="00FA4375"/>
    <w:rsid w:val="00FA600F"/>
    <w:rsid w:val="00FA62CA"/>
    <w:rsid w:val="00FA6EE5"/>
    <w:rsid w:val="00FB0F48"/>
    <w:rsid w:val="00FB3846"/>
    <w:rsid w:val="00FB75BC"/>
    <w:rsid w:val="00FB75D3"/>
    <w:rsid w:val="00FB7A2E"/>
    <w:rsid w:val="00FC3322"/>
    <w:rsid w:val="00FC37DA"/>
    <w:rsid w:val="00FC5D7B"/>
    <w:rsid w:val="00FC5DAD"/>
    <w:rsid w:val="00FC68BF"/>
    <w:rsid w:val="00FC77B5"/>
    <w:rsid w:val="00FD78B3"/>
    <w:rsid w:val="00FE0134"/>
    <w:rsid w:val="00FE22D6"/>
    <w:rsid w:val="00FE2DC1"/>
    <w:rsid w:val="00FE7E92"/>
    <w:rsid w:val="00FF17A9"/>
    <w:rsid w:val="00FF2C1A"/>
    <w:rsid w:val="00FF3220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48B"/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348B"/>
    <w:pPr>
      <w:keepNext/>
      <w:numPr>
        <w:numId w:val="2"/>
      </w:numPr>
      <w:jc w:val="both"/>
      <w:outlineLvl w:val="0"/>
    </w:pPr>
    <w:rPr>
      <w:color w:val="000000"/>
      <w:sz w:val="2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9E5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customStyle="1" w:styleId="ConsNormal">
    <w:name w:val="ConsNormal"/>
    <w:uiPriority w:val="99"/>
    <w:rsid w:val="00D5348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D5348B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Прижатый влево"/>
    <w:basedOn w:val="Normal"/>
    <w:next w:val="Normal"/>
    <w:uiPriority w:val="99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0">
    <w:name w:val="Гипертекстовая ссылка"/>
    <w:uiPriority w:val="99"/>
    <w:rsid w:val="008D6133"/>
    <w:rPr>
      <w:color w:val="008000"/>
    </w:rPr>
  </w:style>
  <w:style w:type="character" w:customStyle="1" w:styleId="a1">
    <w:name w:val="Цветовое выделение"/>
    <w:uiPriority w:val="99"/>
    <w:rsid w:val="008D6133"/>
    <w:rPr>
      <w:b/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EE7A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9E5"/>
    <w:rPr>
      <w:sz w:val="0"/>
      <w:szCs w:val="0"/>
      <w:lang w:eastAsia="ar-SA"/>
    </w:rPr>
  </w:style>
  <w:style w:type="paragraph" w:styleId="Header">
    <w:name w:val="header"/>
    <w:basedOn w:val="Normal"/>
    <w:link w:val="HeaderChar"/>
    <w:uiPriority w:val="99"/>
    <w:rsid w:val="00000E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29E5"/>
    <w:rPr>
      <w:sz w:val="24"/>
      <w:szCs w:val="24"/>
      <w:lang w:eastAsia="ar-SA"/>
    </w:rPr>
  </w:style>
  <w:style w:type="character" w:styleId="PageNumber">
    <w:name w:val="page number"/>
    <w:basedOn w:val="DefaultParagraphFont"/>
    <w:uiPriority w:val="99"/>
    <w:rsid w:val="00000E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00E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29E5"/>
    <w:rPr>
      <w:sz w:val="24"/>
      <w:szCs w:val="24"/>
      <w:lang w:eastAsia="ar-SA"/>
    </w:rPr>
  </w:style>
  <w:style w:type="paragraph" w:customStyle="1" w:styleId="a2">
    <w:name w:val="Стиль"/>
    <w:basedOn w:val="Normal"/>
    <w:uiPriority w:val="99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uiPriority w:val="99"/>
    <w:rsid w:val="00BF4848"/>
    <w:rPr>
      <w:b/>
      <w:color w:val="000000"/>
    </w:rPr>
  </w:style>
  <w:style w:type="paragraph" w:customStyle="1" w:styleId="a3">
    <w:name w:val="Заголовок статьи"/>
    <w:basedOn w:val="Normal"/>
    <w:next w:val="Normal"/>
    <w:uiPriority w:val="99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uiPriority w:val="99"/>
    <w:rsid w:val="0036105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Комментарий"/>
    <w:basedOn w:val="Normal"/>
    <w:next w:val="Normal"/>
    <w:uiPriority w:val="99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5">
    <w:name w:val="Нормальный (таблица)"/>
    <w:basedOn w:val="Normal"/>
    <w:next w:val="Normal"/>
    <w:uiPriority w:val="99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Normal"/>
    <w:uiPriority w:val="99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DefaultParagraphFont"/>
    <w:uiPriority w:val="99"/>
    <w:rsid w:val="00C97254"/>
    <w:rPr>
      <w:rFonts w:cs="Times New Roman"/>
    </w:rPr>
  </w:style>
  <w:style w:type="character" w:customStyle="1" w:styleId="a6">
    <w:name w:val="Не вступил в силу"/>
    <w:uiPriority w:val="99"/>
    <w:rsid w:val="00865D50"/>
    <w:rPr>
      <w:b/>
      <w:color w:val="008080"/>
    </w:rPr>
  </w:style>
  <w:style w:type="character" w:customStyle="1" w:styleId="FontStyle19">
    <w:name w:val="Font Style19"/>
    <w:uiPriority w:val="99"/>
    <w:rsid w:val="00CB0D88"/>
    <w:rPr>
      <w:rFonts w:ascii="Times New Roman" w:hAnsi="Times New Roman"/>
      <w:sz w:val="26"/>
    </w:rPr>
  </w:style>
  <w:style w:type="paragraph" w:styleId="NormalWeb">
    <w:name w:val="Normal (Web)"/>
    <w:basedOn w:val="Normal"/>
    <w:uiPriority w:val="99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1">
    <w:name w:val="Стиль1"/>
    <w:basedOn w:val="Normal"/>
    <w:uiPriority w:val="99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k">
    <w:name w:val="blk"/>
    <w:basedOn w:val="DefaultParagraphFont"/>
    <w:uiPriority w:val="99"/>
    <w:rsid w:val="00934B8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7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BF1D1E4621FB1208D7DF78B01E2F2D8DF65ECDB874776BB6EA08662560B85EAF8EC85AD8789598K959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508</Words>
  <Characters>2898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SamLab.ws</dc:creator>
  <cp:keywords/>
  <dc:description/>
  <cp:lastModifiedBy>ORENBUROVAA</cp:lastModifiedBy>
  <cp:revision>4</cp:revision>
  <cp:lastPrinted>2016-12-30T08:09:00Z</cp:lastPrinted>
  <dcterms:created xsi:type="dcterms:W3CDTF">2016-12-30T08:06:00Z</dcterms:created>
  <dcterms:modified xsi:type="dcterms:W3CDTF">2017-01-09T04:28:00Z</dcterms:modified>
</cp:coreProperties>
</file>